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3517DC" w14:textId="77777777" w:rsidR="008A7023" w:rsidRDefault="008A7023" w:rsidP="000D1D67">
      <w:pPr>
        <w:pStyle w:val="Titel"/>
        <w:spacing w:after="120"/>
        <w:ind w:right="1848"/>
        <w:jc w:val="both"/>
        <w:rPr>
          <w:szCs w:val="28"/>
        </w:rPr>
      </w:pPr>
      <w:bookmarkStart w:id="0" w:name="_Hlk137554727"/>
      <w:bookmarkEnd w:id="0"/>
    </w:p>
    <w:p w14:paraId="28C25941" w14:textId="77777777" w:rsidR="0069312A" w:rsidRDefault="0069312A" w:rsidP="002D11E1">
      <w:pPr>
        <w:pStyle w:val="Titel"/>
        <w:spacing w:after="240"/>
        <w:ind w:right="1699"/>
        <w:jc w:val="both"/>
        <w:rPr>
          <w:szCs w:val="28"/>
          <w:lang w:val="en-US"/>
        </w:rPr>
      </w:pPr>
      <w:r w:rsidRPr="0069312A">
        <w:rPr>
          <w:szCs w:val="28"/>
          <w:lang w:val="en-US"/>
        </w:rPr>
        <w:t>The experience of autonomous technology – Combined Powers at Agritechnica 2025</w:t>
      </w:r>
    </w:p>
    <w:p w14:paraId="30C60A72" w14:textId="77777777" w:rsidR="0069312A" w:rsidRDefault="0069312A" w:rsidP="00593143">
      <w:pPr>
        <w:pStyle w:val="Titel"/>
        <w:spacing w:after="240" w:line="360" w:lineRule="auto"/>
        <w:ind w:right="1699"/>
        <w:jc w:val="both"/>
        <w:rPr>
          <w:sz w:val="24"/>
          <w:lang w:val="en-US"/>
        </w:rPr>
      </w:pPr>
      <w:r w:rsidRPr="0069312A">
        <w:rPr>
          <w:sz w:val="24"/>
          <w:lang w:val="en-US"/>
        </w:rPr>
        <w:t>KRONE and LEMKEN to showcase practical autonomy solutions together</w:t>
      </w:r>
    </w:p>
    <w:p w14:paraId="17DC513C" w14:textId="77777777" w:rsidR="0069312A" w:rsidRPr="0069312A" w:rsidRDefault="0069312A" w:rsidP="0069312A">
      <w:pPr>
        <w:pStyle w:val="Titel"/>
        <w:spacing w:after="240" w:line="360" w:lineRule="auto"/>
        <w:ind w:right="1699"/>
        <w:jc w:val="both"/>
        <w:rPr>
          <w:b w:val="0"/>
          <w:sz w:val="22"/>
          <w:szCs w:val="22"/>
          <w:lang w:val="en-US"/>
        </w:rPr>
      </w:pPr>
      <w:r w:rsidRPr="0069312A">
        <w:rPr>
          <w:b w:val="0"/>
          <w:sz w:val="22"/>
          <w:szCs w:val="22"/>
          <w:lang w:val="en-US"/>
        </w:rPr>
        <w:t>The focus is on the new generation of the process engineering unit (VTE 3.0), which is part of the companies’ joint Combined Powers project and is equipped with intelligent implements for autonomous operation. These two agricultural machinery manufacturers are therefore sending a clear message that autonomous systems offer both practical relevance and viability for future arable farming.</w:t>
      </w:r>
    </w:p>
    <w:p w14:paraId="7A2526D0" w14:textId="77777777" w:rsidR="0069312A" w:rsidRPr="00860A26" w:rsidRDefault="0069312A" w:rsidP="0069312A">
      <w:pPr>
        <w:pStyle w:val="Titel"/>
        <w:spacing w:after="240" w:line="360" w:lineRule="auto"/>
        <w:ind w:right="1699"/>
        <w:jc w:val="both"/>
        <w:rPr>
          <w:bCs w:val="0"/>
          <w:sz w:val="22"/>
          <w:szCs w:val="22"/>
          <w:lang w:val="en-US"/>
        </w:rPr>
      </w:pPr>
      <w:r w:rsidRPr="00860A26">
        <w:rPr>
          <w:bCs w:val="0"/>
          <w:sz w:val="22"/>
          <w:szCs w:val="22"/>
          <w:lang w:val="en-US"/>
        </w:rPr>
        <w:t>Live at the trade fair and coming soon to a field near you</w:t>
      </w:r>
    </w:p>
    <w:p w14:paraId="7E4EE65B" w14:textId="0CF180ED" w:rsidR="0069312A" w:rsidRPr="0069312A" w:rsidRDefault="0069312A" w:rsidP="0069312A">
      <w:pPr>
        <w:pStyle w:val="Titel"/>
        <w:spacing w:after="240" w:line="360" w:lineRule="auto"/>
        <w:ind w:right="1699"/>
        <w:jc w:val="both"/>
        <w:rPr>
          <w:b w:val="0"/>
          <w:sz w:val="22"/>
          <w:szCs w:val="22"/>
          <w:lang w:val="en-US"/>
        </w:rPr>
      </w:pPr>
      <w:r w:rsidRPr="0069312A">
        <w:rPr>
          <w:b w:val="0"/>
          <w:sz w:val="22"/>
          <w:szCs w:val="22"/>
          <w:lang w:val="en-US"/>
        </w:rPr>
        <w:t xml:space="preserve">The VTE 3.0 will be showcased with two work processes at the KRONE stand in Hall 27. Firstly, stubble tillage will be demonstrated with the LEMKEN Karat 10/400 Smart Implement cultivator. The implement will be equipped with </w:t>
      </w:r>
      <w:proofErr w:type="spellStart"/>
      <w:r w:rsidRPr="0069312A">
        <w:rPr>
          <w:b w:val="0"/>
          <w:sz w:val="22"/>
          <w:szCs w:val="22"/>
          <w:lang w:val="en-US"/>
        </w:rPr>
        <w:t>iQblue</w:t>
      </w:r>
      <w:proofErr w:type="spellEnd"/>
      <w:r w:rsidRPr="0069312A">
        <w:rPr>
          <w:b w:val="0"/>
          <w:sz w:val="22"/>
          <w:szCs w:val="22"/>
          <w:lang w:val="en-US"/>
        </w:rPr>
        <w:t xml:space="preserve"> tool monitoring, </w:t>
      </w:r>
      <w:proofErr w:type="spellStart"/>
      <w:r w:rsidRPr="0069312A">
        <w:rPr>
          <w:b w:val="0"/>
          <w:sz w:val="22"/>
          <w:szCs w:val="22"/>
          <w:lang w:val="en-US"/>
        </w:rPr>
        <w:t>iQblue</w:t>
      </w:r>
      <w:proofErr w:type="spellEnd"/>
      <w:r w:rsidRPr="0069312A">
        <w:rPr>
          <w:b w:val="0"/>
          <w:sz w:val="22"/>
          <w:szCs w:val="22"/>
          <w:lang w:val="en-US"/>
        </w:rPr>
        <w:t xml:space="preserve"> flow </w:t>
      </w:r>
      <w:r w:rsidR="00A855FF">
        <w:rPr>
          <w:b w:val="0"/>
          <w:sz w:val="22"/>
          <w:szCs w:val="22"/>
          <w:lang w:val="en-US"/>
        </w:rPr>
        <w:t xml:space="preserve">control </w:t>
      </w:r>
      <w:r w:rsidRPr="0069312A">
        <w:rPr>
          <w:b w:val="0"/>
          <w:sz w:val="22"/>
          <w:szCs w:val="22"/>
          <w:lang w:val="en-US"/>
        </w:rPr>
        <w:t xml:space="preserve">and </w:t>
      </w:r>
      <w:proofErr w:type="spellStart"/>
      <w:r w:rsidRPr="0069312A">
        <w:rPr>
          <w:b w:val="0"/>
          <w:sz w:val="22"/>
          <w:szCs w:val="22"/>
          <w:lang w:val="en-US"/>
        </w:rPr>
        <w:t>iQblue</w:t>
      </w:r>
      <w:proofErr w:type="spellEnd"/>
      <w:r w:rsidRPr="0069312A">
        <w:rPr>
          <w:b w:val="0"/>
          <w:sz w:val="22"/>
          <w:szCs w:val="22"/>
          <w:lang w:val="en-US"/>
        </w:rPr>
        <w:t xml:space="preserve"> slippage control for disruption-free operation. Secondly, there will be a demonstration of mowing with the KRONE </w:t>
      </w:r>
      <w:proofErr w:type="spellStart"/>
      <w:r w:rsidRPr="0069312A">
        <w:rPr>
          <w:b w:val="0"/>
          <w:sz w:val="22"/>
          <w:szCs w:val="22"/>
          <w:lang w:val="en-US"/>
        </w:rPr>
        <w:t>EasyCut</w:t>
      </w:r>
      <w:proofErr w:type="spellEnd"/>
      <w:r w:rsidRPr="0069312A">
        <w:rPr>
          <w:b w:val="0"/>
          <w:sz w:val="22"/>
          <w:szCs w:val="22"/>
          <w:lang w:val="en-US"/>
        </w:rPr>
        <w:t xml:space="preserve"> F 400 Fold smart mower. This disc mower features sensors that detect the mower’s position (working, transport and headland), as well as any damage. The sensors also check the engine speeds and relief or contact pressure to ensure that the machine functions properly and delivers high-quality results. If the machine is equipped with a conditioner, the sensors also monitor the conditioner tines for damage. Sensor integration already enables virtually disruption-free autonomous use in the field. Both of these implements are examples of the intelligent sensor technology that is being developed as part of the project. They can also be used individually with standard tractors in automatic mode. The smart Karat cultivator can also be seen at the LEMKEN stand in Hall 11.</w:t>
      </w:r>
    </w:p>
    <w:p w14:paraId="33E8275F" w14:textId="77777777" w:rsidR="0069312A" w:rsidRPr="0069312A" w:rsidRDefault="0069312A" w:rsidP="0069312A">
      <w:pPr>
        <w:pStyle w:val="Titel"/>
        <w:spacing w:after="240" w:line="360" w:lineRule="auto"/>
        <w:ind w:right="1699"/>
        <w:jc w:val="both"/>
        <w:rPr>
          <w:b w:val="0"/>
          <w:sz w:val="22"/>
          <w:szCs w:val="22"/>
          <w:lang w:val="en-US"/>
        </w:rPr>
      </w:pPr>
      <w:r w:rsidRPr="0069312A">
        <w:rPr>
          <w:b w:val="0"/>
          <w:sz w:val="22"/>
          <w:szCs w:val="22"/>
          <w:lang w:val="en-US"/>
        </w:rPr>
        <w:t xml:space="preserve">The environment monitoring capabilities of the VTE 3.0 are based on the intelligent evaluation of laser scanners that are integrated directly into the </w:t>
      </w:r>
      <w:r w:rsidRPr="0069312A">
        <w:rPr>
          <w:b w:val="0"/>
          <w:sz w:val="22"/>
          <w:szCs w:val="22"/>
          <w:lang w:val="en-US"/>
        </w:rPr>
        <w:lastRenderedPageBreak/>
        <w:t xml:space="preserve">carrier vehicle. This design also incorporates findings that are being researched in the context of AI-TEST-FIELD, a collaborative project with Osnabrück University of Applied Sciences and the German Research Centre for Artificial Intelligence (DFKI). The project is funded by the German Ministry of Agriculture, Food and Home Affairs (BMLEH) and the German Office for Agriculture and Food (BLE). AI-TEST-FIELD explores sensor setups with reproducible processes in the real conditions of an agricultural environment. These are then </w:t>
      </w:r>
      <w:proofErr w:type="spellStart"/>
      <w:r w:rsidRPr="0069312A">
        <w:rPr>
          <w:b w:val="0"/>
          <w:sz w:val="22"/>
          <w:szCs w:val="22"/>
          <w:lang w:val="en-US"/>
        </w:rPr>
        <w:t>analysed</w:t>
      </w:r>
      <w:proofErr w:type="spellEnd"/>
      <w:r w:rsidRPr="0069312A">
        <w:rPr>
          <w:b w:val="0"/>
          <w:sz w:val="22"/>
          <w:szCs w:val="22"/>
          <w:lang w:val="en-US"/>
        </w:rPr>
        <w:t xml:space="preserve"> with the assistance of artificial intelligence (AI) and developed further by specialist engineers. Networking with the Combined Powers project allows the insights gained from AI-TEST-FIELD to be transferred to real agricultural machinery and put to the test in genuine field applications. At the same time, findings and data from these trials are fed back to the interdisciplinary AI-TEST-FIELD research team in order to assess the suitability of the research, evaluation and development environment for highly automated agricultural systems.</w:t>
      </w:r>
    </w:p>
    <w:p w14:paraId="6C3B3A28" w14:textId="77777777" w:rsidR="0069312A" w:rsidRPr="00860A26" w:rsidRDefault="0069312A" w:rsidP="0069312A">
      <w:pPr>
        <w:pStyle w:val="Titel"/>
        <w:spacing w:after="240" w:line="360" w:lineRule="auto"/>
        <w:ind w:right="1699"/>
        <w:jc w:val="both"/>
        <w:rPr>
          <w:bCs w:val="0"/>
          <w:sz w:val="22"/>
          <w:szCs w:val="22"/>
          <w:lang w:val="en-US"/>
        </w:rPr>
      </w:pPr>
      <w:r w:rsidRPr="00860A26">
        <w:rPr>
          <w:bCs w:val="0"/>
          <w:sz w:val="22"/>
          <w:szCs w:val="22"/>
          <w:lang w:val="en-US"/>
        </w:rPr>
        <w:t>One system – one vision: going forward together</w:t>
      </w:r>
    </w:p>
    <w:p w14:paraId="3732F7C9" w14:textId="77777777" w:rsidR="0069312A" w:rsidRPr="0069312A" w:rsidRDefault="0069312A" w:rsidP="0069312A">
      <w:pPr>
        <w:pStyle w:val="Titel"/>
        <w:spacing w:after="240" w:line="360" w:lineRule="auto"/>
        <w:ind w:right="1699"/>
        <w:jc w:val="both"/>
        <w:rPr>
          <w:b w:val="0"/>
          <w:sz w:val="22"/>
          <w:szCs w:val="22"/>
          <w:lang w:val="en-US"/>
        </w:rPr>
      </w:pPr>
      <w:r w:rsidRPr="0069312A">
        <w:rPr>
          <w:b w:val="0"/>
          <w:sz w:val="22"/>
          <w:szCs w:val="22"/>
          <w:lang w:val="en-US"/>
        </w:rPr>
        <w:t>The first smart implements will be available for use with standard tractors in automated mode in the coming years to reduce driver strain when controlling implements. Combined with an autonomous traction unit, these implements become process engineering units that support autonomous processes. A new concept has been developed for control: the central Human-Machine Interface (HMI), which enables processes to be planned, monitored and controlled on both desktop PCs and mobile devices.</w:t>
      </w:r>
    </w:p>
    <w:p w14:paraId="3958992F" w14:textId="77777777" w:rsidR="0069312A" w:rsidRPr="0069312A" w:rsidRDefault="0069312A" w:rsidP="0069312A">
      <w:pPr>
        <w:pStyle w:val="Titel"/>
        <w:spacing w:after="240" w:line="360" w:lineRule="auto"/>
        <w:ind w:right="1699"/>
        <w:jc w:val="both"/>
        <w:rPr>
          <w:b w:val="0"/>
          <w:sz w:val="22"/>
          <w:szCs w:val="22"/>
          <w:lang w:val="en-US"/>
        </w:rPr>
      </w:pPr>
      <w:r w:rsidRPr="0069312A">
        <w:rPr>
          <w:b w:val="0"/>
          <w:sz w:val="22"/>
          <w:szCs w:val="22"/>
          <w:lang w:val="en-US"/>
        </w:rPr>
        <w:t>At the same time, the two project partners are working on a joint sales strategy to bring the autonomous units to market from 2028 onwards. This strategy takes into account commercial evaluations, agricultural field sizes and process cost analyses, among other factors. Tools for evaluating autonomous use are already being developed. The traction units will be manufactured at the KRONE factory in Spelle, Germany, while the implements will come from the two companies’ respective production sites.</w:t>
      </w:r>
    </w:p>
    <w:p w14:paraId="69196FC2" w14:textId="77777777" w:rsidR="00860A26" w:rsidRDefault="00860A26">
      <w:pPr>
        <w:rPr>
          <w:b/>
          <w:szCs w:val="22"/>
          <w:lang w:val="en-US"/>
        </w:rPr>
      </w:pPr>
      <w:r>
        <w:rPr>
          <w:bCs/>
          <w:szCs w:val="22"/>
          <w:lang w:val="en-US"/>
        </w:rPr>
        <w:br w:type="page"/>
      </w:r>
    </w:p>
    <w:p w14:paraId="16F97EA3" w14:textId="0D394504" w:rsidR="0069312A" w:rsidRPr="00860A26" w:rsidRDefault="0069312A" w:rsidP="0069312A">
      <w:pPr>
        <w:pStyle w:val="Titel"/>
        <w:spacing w:after="240" w:line="360" w:lineRule="auto"/>
        <w:ind w:right="1699"/>
        <w:jc w:val="both"/>
        <w:rPr>
          <w:bCs w:val="0"/>
          <w:sz w:val="22"/>
          <w:szCs w:val="22"/>
          <w:lang w:val="en-US"/>
        </w:rPr>
      </w:pPr>
      <w:r w:rsidRPr="00860A26">
        <w:rPr>
          <w:bCs w:val="0"/>
          <w:sz w:val="22"/>
          <w:szCs w:val="22"/>
          <w:lang w:val="en-US"/>
        </w:rPr>
        <w:lastRenderedPageBreak/>
        <w:t>Workshop Live &amp; high-voltage training: electrifying knowledge</w:t>
      </w:r>
    </w:p>
    <w:p w14:paraId="7C7BEF87" w14:textId="77777777" w:rsidR="0069312A" w:rsidRPr="0069312A" w:rsidRDefault="0069312A" w:rsidP="0069312A">
      <w:pPr>
        <w:pStyle w:val="Titel"/>
        <w:spacing w:after="240" w:line="360" w:lineRule="auto"/>
        <w:ind w:right="1699"/>
        <w:jc w:val="both"/>
        <w:rPr>
          <w:b w:val="0"/>
          <w:sz w:val="22"/>
          <w:szCs w:val="22"/>
          <w:lang w:val="en-US"/>
        </w:rPr>
      </w:pPr>
      <w:r w:rsidRPr="0069312A">
        <w:rPr>
          <w:b w:val="0"/>
          <w:sz w:val="22"/>
          <w:szCs w:val="22"/>
          <w:lang w:val="en-US"/>
        </w:rPr>
        <w:t xml:space="preserve">The practical relevance of Combined Powers will be further highlighted by an autonomous traction unit and a high-voltage training model, which will be shown as part of the Workshop Live in Hall 2 at Agritechnica 2025. The KRONE training </w:t>
      </w:r>
      <w:proofErr w:type="spellStart"/>
      <w:r w:rsidRPr="0069312A">
        <w:rPr>
          <w:b w:val="0"/>
          <w:sz w:val="22"/>
          <w:szCs w:val="22"/>
          <w:lang w:val="en-US"/>
        </w:rPr>
        <w:t>centre</w:t>
      </w:r>
      <w:proofErr w:type="spellEnd"/>
      <w:r w:rsidRPr="0069312A">
        <w:rPr>
          <w:b w:val="0"/>
          <w:sz w:val="22"/>
          <w:szCs w:val="22"/>
          <w:lang w:val="en-US"/>
        </w:rPr>
        <w:t xml:space="preserve"> in </w:t>
      </w:r>
      <w:proofErr w:type="spellStart"/>
      <w:r w:rsidRPr="0069312A">
        <w:rPr>
          <w:b w:val="0"/>
          <w:sz w:val="22"/>
          <w:szCs w:val="22"/>
          <w:lang w:val="en-US"/>
        </w:rPr>
        <w:t>Spelle</w:t>
      </w:r>
      <w:proofErr w:type="spellEnd"/>
      <w:r w:rsidRPr="0069312A">
        <w:rPr>
          <w:b w:val="0"/>
          <w:sz w:val="22"/>
          <w:szCs w:val="22"/>
          <w:lang w:val="en-US"/>
        </w:rPr>
        <w:t xml:space="preserve"> was officially certified as a high-voltage training </w:t>
      </w:r>
      <w:proofErr w:type="spellStart"/>
      <w:r w:rsidRPr="0069312A">
        <w:rPr>
          <w:b w:val="0"/>
          <w:sz w:val="22"/>
          <w:szCs w:val="22"/>
          <w:lang w:val="en-US"/>
        </w:rPr>
        <w:t>centre</w:t>
      </w:r>
      <w:proofErr w:type="spellEnd"/>
      <w:r w:rsidRPr="0069312A">
        <w:rPr>
          <w:b w:val="0"/>
          <w:sz w:val="22"/>
          <w:szCs w:val="22"/>
          <w:lang w:val="en-US"/>
        </w:rPr>
        <w:t xml:space="preserve"> by the German </w:t>
      </w:r>
      <w:proofErr w:type="spellStart"/>
      <w:r w:rsidRPr="0069312A">
        <w:rPr>
          <w:b w:val="0"/>
          <w:sz w:val="22"/>
          <w:szCs w:val="22"/>
          <w:lang w:val="en-US"/>
        </w:rPr>
        <w:t>LandBauTechnik</w:t>
      </w:r>
      <w:proofErr w:type="spellEnd"/>
      <w:r w:rsidRPr="0069312A">
        <w:rPr>
          <w:b w:val="0"/>
          <w:sz w:val="22"/>
          <w:szCs w:val="22"/>
          <w:lang w:val="en-US"/>
        </w:rPr>
        <w:t xml:space="preserve"> Association in 2024. This will allow commercial workshop staff to qualify as high-voltage specialists in the future – a key requirement for the safe use of electrified systems in the field. This will be crucial for the successful market launch of autonomous solutions.</w:t>
      </w:r>
    </w:p>
    <w:p w14:paraId="40748A0B" w14:textId="39A116B6" w:rsidR="000D1D67" w:rsidRPr="00587AE8" w:rsidRDefault="0069312A" w:rsidP="0069312A">
      <w:pPr>
        <w:pStyle w:val="Titel"/>
        <w:spacing w:after="240" w:line="360" w:lineRule="auto"/>
        <w:ind w:right="1699"/>
        <w:jc w:val="both"/>
        <w:rPr>
          <w:b w:val="0"/>
          <w:sz w:val="22"/>
          <w:szCs w:val="22"/>
          <w:lang w:val="en-US"/>
        </w:rPr>
      </w:pPr>
      <w:r w:rsidRPr="0069312A">
        <w:rPr>
          <w:b w:val="0"/>
          <w:sz w:val="22"/>
          <w:szCs w:val="22"/>
          <w:lang w:val="en-US"/>
        </w:rPr>
        <w:t>The KRONE and LEMKEN stands at Agritechnica 2025 will offer a practical experience of the companies’ innovative strength and close partnership in the field of autonomous agricultural technology</w:t>
      </w:r>
      <w:r w:rsidR="00593143" w:rsidRPr="00593143">
        <w:rPr>
          <w:b w:val="0"/>
          <w:sz w:val="22"/>
          <w:szCs w:val="22"/>
          <w:lang w:val="en-US"/>
        </w:rPr>
        <w:t>.</w:t>
      </w:r>
    </w:p>
    <w:p w14:paraId="51E0AF9F" w14:textId="77777777" w:rsidR="00C63EC9" w:rsidRPr="00587AE8" w:rsidRDefault="00C63EC9" w:rsidP="002D11E1">
      <w:pPr>
        <w:pStyle w:val="Titel"/>
        <w:spacing w:after="240" w:line="360" w:lineRule="auto"/>
        <w:ind w:right="1699"/>
        <w:jc w:val="both"/>
        <w:rPr>
          <w:lang w:val="en-US"/>
        </w:rPr>
      </w:pPr>
      <w:r w:rsidRPr="00587AE8">
        <w:rPr>
          <w:lang w:val="en-US"/>
        </w:rPr>
        <w:t xml:space="preserve">*** </w:t>
      </w:r>
    </w:p>
    <w:p w14:paraId="32FE8886" w14:textId="77777777" w:rsidR="008414E3" w:rsidRPr="00587AE8" w:rsidRDefault="008414E3" w:rsidP="008414E3">
      <w:pPr>
        <w:rPr>
          <w:b/>
          <w:sz w:val="20"/>
          <w:szCs w:val="20"/>
          <w:lang w:val="en-US"/>
        </w:rPr>
      </w:pPr>
      <w:r w:rsidRPr="00587AE8">
        <w:rPr>
          <w:b/>
          <w:sz w:val="20"/>
          <w:szCs w:val="20"/>
          <w:lang w:val="en-US"/>
        </w:rPr>
        <w:t>Press Contact</w:t>
      </w:r>
    </w:p>
    <w:p w14:paraId="69C85205" w14:textId="77777777" w:rsidR="008414E3" w:rsidRPr="00C51A95" w:rsidRDefault="008414E3" w:rsidP="008414E3">
      <w:pPr>
        <w:pStyle w:val="Textkrper2"/>
        <w:tabs>
          <w:tab w:val="left" w:pos="7020"/>
          <w:tab w:val="left" w:pos="7200"/>
        </w:tabs>
        <w:spacing w:line="240" w:lineRule="auto"/>
        <w:ind w:right="1699"/>
        <w:outlineLvl w:val="0"/>
        <w:rPr>
          <w:sz w:val="20"/>
          <w:szCs w:val="20"/>
          <w:lang w:val="en-US"/>
        </w:rPr>
      </w:pPr>
      <w:r w:rsidRPr="00C51A95">
        <w:rPr>
          <w:sz w:val="20"/>
          <w:szCs w:val="20"/>
          <w:lang w:val="en-US"/>
        </w:rPr>
        <w:t>Katrin Fischer</w:t>
      </w:r>
    </w:p>
    <w:p w14:paraId="44FF85BF" w14:textId="77777777" w:rsidR="008414E3" w:rsidRPr="00C51A95" w:rsidRDefault="008414E3" w:rsidP="008414E3">
      <w:pPr>
        <w:pStyle w:val="Textkrper2"/>
        <w:tabs>
          <w:tab w:val="left" w:pos="720"/>
          <w:tab w:val="left" w:pos="7200"/>
        </w:tabs>
        <w:spacing w:line="240" w:lineRule="auto"/>
        <w:ind w:right="1699"/>
        <w:rPr>
          <w:sz w:val="20"/>
          <w:szCs w:val="20"/>
          <w:lang w:val="en-US"/>
        </w:rPr>
      </w:pPr>
      <w:r w:rsidRPr="00C51A95">
        <w:rPr>
          <w:sz w:val="20"/>
          <w:szCs w:val="20"/>
          <w:lang w:val="en-US"/>
        </w:rPr>
        <w:t>Phone:</w:t>
      </w:r>
      <w:r w:rsidRPr="00C51A95">
        <w:rPr>
          <w:sz w:val="20"/>
          <w:szCs w:val="20"/>
          <w:lang w:val="en-US"/>
        </w:rPr>
        <w:tab/>
        <w:t>+49 2802 81 - 8240</w:t>
      </w:r>
    </w:p>
    <w:p w14:paraId="19BADADD" w14:textId="77777777" w:rsidR="008414E3" w:rsidRPr="00E44DAF" w:rsidRDefault="008414E3" w:rsidP="008414E3">
      <w:pPr>
        <w:pStyle w:val="Textkrper2"/>
        <w:tabs>
          <w:tab w:val="left" w:pos="720"/>
          <w:tab w:val="left" w:pos="7200"/>
        </w:tabs>
        <w:spacing w:line="240" w:lineRule="auto"/>
        <w:ind w:right="1699"/>
        <w:rPr>
          <w:color w:val="000000" w:themeColor="text1"/>
          <w:sz w:val="20"/>
          <w:szCs w:val="20"/>
          <w:lang w:val="fr-FR"/>
        </w:rPr>
      </w:pPr>
      <w:r w:rsidRPr="00E44DAF">
        <w:rPr>
          <w:sz w:val="20"/>
          <w:szCs w:val="20"/>
          <w:lang w:val="fr-FR"/>
        </w:rPr>
        <w:t xml:space="preserve">Mail: </w:t>
      </w:r>
      <w:r>
        <w:rPr>
          <w:sz w:val="20"/>
          <w:szCs w:val="20"/>
          <w:lang w:val="fr-FR"/>
        </w:rPr>
        <w:tab/>
      </w:r>
      <w:r w:rsidRPr="00E44DAF">
        <w:rPr>
          <w:sz w:val="20"/>
          <w:szCs w:val="20"/>
          <w:lang w:val="fr-FR"/>
        </w:rPr>
        <w:t>k.fischer@lemken.com</w:t>
      </w:r>
    </w:p>
    <w:p w14:paraId="306B0808" w14:textId="0887B0B6" w:rsidR="008414E3" w:rsidRPr="0069312A" w:rsidRDefault="00A86B20" w:rsidP="008414E3">
      <w:pPr>
        <w:pStyle w:val="Textkrper2"/>
        <w:tabs>
          <w:tab w:val="left" w:pos="720"/>
          <w:tab w:val="left" w:pos="7200"/>
        </w:tabs>
        <w:spacing w:line="240" w:lineRule="auto"/>
        <w:ind w:right="1699"/>
        <w:rPr>
          <w:sz w:val="20"/>
          <w:szCs w:val="20"/>
          <w:lang w:val="fr-FR"/>
        </w:rPr>
      </w:pPr>
      <w:r w:rsidRPr="0069312A">
        <w:rPr>
          <w:sz w:val="20"/>
          <w:szCs w:val="20"/>
          <w:lang w:val="fr-FR"/>
        </w:rPr>
        <w:t>www.lemken.com</w:t>
      </w:r>
    </w:p>
    <w:p w14:paraId="709FE4F5" w14:textId="77777777" w:rsidR="00A86B20" w:rsidRPr="0069312A" w:rsidRDefault="00A86B20" w:rsidP="008414E3">
      <w:pPr>
        <w:pStyle w:val="Textkrper2"/>
        <w:tabs>
          <w:tab w:val="left" w:pos="720"/>
          <w:tab w:val="left" w:pos="7200"/>
        </w:tabs>
        <w:spacing w:line="240" w:lineRule="auto"/>
        <w:ind w:right="1699"/>
        <w:rPr>
          <w:sz w:val="20"/>
          <w:szCs w:val="20"/>
          <w:lang w:val="fr-FR"/>
        </w:rPr>
      </w:pPr>
    </w:p>
    <w:p w14:paraId="2B1C1E20" w14:textId="77777777" w:rsidR="00A86B20" w:rsidRPr="0069312A" w:rsidRDefault="00A86B20" w:rsidP="008414E3">
      <w:pPr>
        <w:pStyle w:val="Textkrper2"/>
        <w:tabs>
          <w:tab w:val="left" w:pos="720"/>
          <w:tab w:val="left" w:pos="7200"/>
        </w:tabs>
        <w:spacing w:line="240" w:lineRule="auto"/>
        <w:ind w:right="1699"/>
        <w:rPr>
          <w:sz w:val="20"/>
          <w:szCs w:val="20"/>
          <w:lang w:val="fr-FR"/>
        </w:rPr>
      </w:pPr>
    </w:p>
    <w:p w14:paraId="099B00B2" w14:textId="77777777" w:rsidR="00A86B20" w:rsidRPr="00A86B20" w:rsidRDefault="00A86B20" w:rsidP="00A86B20">
      <w:pPr>
        <w:pStyle w:val="Textkrper2"/>
        <w:tabs>
          <w:tab w:val="left" w:pos="720"/>
          <w:tab w:val="left" w:pos="7200"/>
        </w:tabs>
        <w:spacing w:line="240" w:lineRule="auto"/>
        <w:ind w:right="1699"/>
        <w:rPr>
          <w:sz w:val="20"/>
          <w:szCs w:val="20"/>
          <w:lang w:val="en-US"/>
        </w:rPr>
      </w:pPr>
      <w:r w:rsidRPr="00A86B20">
        <w:rPr>
          <w:sz w:val="20"/>
          <w:szCs w:val="20"/>
          <w:lang w:val="en-US"/>
        </w:rPr>
        <w:t>Markus Steinwendner</w:t>
      </w:r>
    </w:p>
    <w:p w14:paraId="1A765F78" w14:textId="77777777" w:rsidR="00A86B20" w:rsidRPr="00972037" w:rsidRDefault="00A86B20" w:rsidP="00A86B20">
      <w:pPr>
        <w:pStyle w:val="Textkrper2"/>
        <w:tabs>
          <w:tab w:val="left" w:pos="720"/>
          <w:tab w:val="left" w:pos="7200"/>
        </w:tabs>
        <w:spacing w:line="240" w:lineRule="auto"/>
        <w:ind w:right="1699"/>
        <w:rPr>
          <w:sz w:val="20"/>
          <w:szCs w:val="20"/>
          <w:lang w:val="en-US"/>
        </w:rPr>
      </w:pPr>
      <w:r w:rsidRPr="00972037">
        <w:rPr>
          <w:sz w:val="20"/>
          <w:szCs w:val="20"/>
          <w:lang w:val="en-US"/>
        </w:rPr>
        <w:t xml:space="preserve">Head of Marketing KRONE Agriculture </w:t>
      </w:r>
    </w:p>
    <w:p w14:paraId="4A3937EA" w14:textId="77777777" w:rsidR="00A86B20" w:rsidRPr="00972037" w:rsidRDefault="00A86B20" w:rsidP="00A86B20">
      <w:pPr>
        <w:pStyle w:val="Textkrper2"/>
        <w:tabs>
          <w:tab w:val="left" w:pos="720"/>
          <w:tab w:val="left" w:pos="7200"/>
        </w:tabs>
        <w:spacing w:line="240" w:lineRule="auto"/>
        <w:ind w:right="1699"/>
        <w:rPr>
          <w:sz w:val="20"/>
          <w:szCs w:val="20"/>
          <w:lang w:val="en-US"/>
        </w:rPr>
      </w:pPr>
      <w:r w:rsidRPr="00972037">
        <w:rPr>
          <w:sz w:val="20"/>
          <w:szCs w:val="20"/>
          <w:lang w:val="en-US"/>
        </w:rPr>
        <w:t>+49 5977 935 188 20</w:t>
      </w:r>
    </w:p>
    <w:p w14:paraId="1022E420" w14:textId="77777777" w:rsidR="00A86B20" w:rsidRPr="00972037" w:rsidRDefault="00A86B20" w:rsidP="00A86B20">
      <w:pPr>
        <w:pStyle w:val="Textkrper2"/>
        <w:tabs>
          <w:tab w:val="left" w:pos="720"/>
          <w:tab w:val="left" w:pos="7200"/>
        </w:tabs>
        <w:spacing w:line="240" w:lineRule="auto"/>
        <w:ind w:right="1699"/>
        <w:rPr>
          <w:sz w:val="20"/>
          <w:szCs w:val="20"/>
          <w:lang w:val="en-US"/>
        </w:rPr>
      </w:pPr>
      <w:r w:rsidRPr="00972037">
        <w:rPr>
          <w:sz w:val="20"/>
          <w:szCs w:val="20"/>
          <w:lang w:val="en-US"/>
        </w:rPr>
        <w:t>markus.steinwendner@krone.de</w:t>
      </w:r>
    </w:p>
    <w:p w14:paraId="25085533" w14:textId="014F10FE" w:rsidR="00C63EC9" w:rsidRDefault="00A86B20" w:rsidP="00A86B20">
      <w:pPr>
        <w:pStyle w:val="Textkrper2"/>
        <w:tabs>
          <w:tab w:val="left" w:pos="720"/>
          <w:tab w:val="left" w:pos="7200"/>
        </w:tabs>
        <w:spacing w:line="240" w:lineRule="auto"/>
        <w:ind w:right="1699"/>
        <w:rPr>
          <w:sz w:val="20"/>
          <w:szCs w:val="20"/>
          <w:lang w:val="en-US"/>
        </w:rPr>
      </w:pPr>
      <w:r w:rsidRPr="00A86B20">
        <w:rPr>
          <w:sz w:val="20"/>
          <w:szCs w:val="20"/>
          <w:lang w:val="en-US"/>
        </w:rPr>
        <w:t>www.krone-agriculture.com</w:t>
      </w:r>
    </w:p>
    <w:p w14:paraId="60D275F9" w14:textId="77777777" w:rsidR="00A86B20" w:rsidRPr="00A86B20" w:rsidRDefault="00A86B20" w:rsidP="00A86B20">
      <w:pPr>
        <w:pStyle w:val="Textkrper2"/>
        <w:tabs>
          <w:tab w:val="left" w:pos="720"/>
          <w:tab w:val="left" w:pos="7200"/>
        </w:tabs>
        <w:spacing w:line="240" w:lineRule="auto"/>
        <w:ind w:right="1699"/>
        <w:rPr>
          <w:sz w:val="20"/>
          <w:szCs w:val="20"/>
          <w:lang w:val="en-US"/>
        </w:rPr>
      </w:pPr>
    </w:p>
    <w:p w14:paraId="189007F6" w14:textId="77777777" w:rsidR="00E94A2A" w:rsidRPr="00A86B20" w:rsidRDefault="00E94A2A" w:rsidP="002D11E1">
      <w:pPr>
        <w:pStyle w:val="Textkrper2"/>
        <w:tabs>
          <w:tab w:val="left" w:pos="720"/>
          <w:tab w:val="left" w:pos="7200"/>
        </w:tabs>
        <w:ind w:right="1699"/>
        <w:rPr>
          <w:sz w:val="20"/>
          <w:szCs w:val="20"/>
          <w:lang w:val="en-US"/>
        </w:rPr>
      </w:pPr>
    </w:p>
    <w:p w14:paraId="552074B8" w14:textId="77777777" w:rsidR="00860A26" w:rsidRDefault="00860A26">
      <w:pPr>
        <w:rPr>
          <w:sz w:val="20"/>
          <w:szCs w:val="20"/>
          <w:lang w:val="en-US"/>
        </w:rPr>
      </w:pPr>
      <w:r>
        <w:rPr>
          <w:sz w:val="20"/>
          <w:szCs w:val="20"/>
          <w:lang w:val="en-US"/>
        </w:rPr>
        <w:br w:type="page"/>
      </w:r>
    </w:p>
    <w:p w14:paraId="1E2B31C0" w14:textId="0FE1665B" w:rsidR="00234E63" w:rsidRDefault="00FC3AA4" w:rsidP="002D11E1">
      <w:pPr>
        <w:pStyle w:val="Textkrper2"/>
        <w:tabs>
          <w:tab w:val="left" w:pos="720"/>
          <w:tab w:val="left" w:pos="7200"/>
        </w:tabs>
        <w:ind w:right="1699"/>
        <w:rPr>
          <w:sz w:val="20"/>
          <w:szCs w:val="20"/>
          <w:lang w:val="en-US"/>
        </w:rPr>
      </w:pPr>
      <w:r w:rsidRPr="00DA0A3D">
        <w:rPr>
          <w:sz w:val="20"/>
          <w:szCs w:val="20"/>
          <w:lang w:val="en-US"/>
        </w:rPr>
        <w:lastRenderedPageBreak/>
        <w:t xml:space="preserve">Image 1: </w:t>
      </w:r>
      <w:r w:rsidR="0069312A" w:rsidRPr="0069312A">
        <w:rPr>
          <w:sz w:val="20"/>
          <w:szCs w:val="20"/>
          <w:lang w:val="en-US"/>
        </w:rPr>
        <w:t>There will be a demonstration of mowing with the KRONE smart mower at Agritechnica</w:t>
      </w:r>
      <w:r w:rsidR="0069312A">
        <w:rPr>
          <w:sz w:val="20"/>
          <w:szCs w:val="20"/>
          <w:lang w:val="en-US"/>
        </w:rPr>
        <w:t>.</w:t>
      </w:r>
    </w:p>
    <w:p w14:paraId="7A205296" w14:textId="61B31D5B" w:rsidR="00234E63" w:rsidRDefault="00A86B20">
      <w:pPr>
        <w:rPr>
          <w:sz w:val="20"/>
          <w:szCs w:val="20"/>
          <w:lang w:val="en-US"/>
        </w:rPr>
      </w:pPr>
      <w:r>
        <w:rPr>
          <w:noProof/>
          <w:sz w:val="20"/>
          <w:szCs w:val="20"/>
          <w:lang w:val="en-US"/>
        </w:rPr>
        <w:drawing>
          <wp:inline distT="0" distB="0" distL="0" distR="0" wp14:anchorId="2F7A06A6" wp14:editId="09863579">
            <wp:extent cx="3600000" cy="2399338"/>
            <wp:effectExtent l="0" t="0" r="635" b="1270"/>
            <wp:docPr id="2104917864" name="Grafik 1" descr="Ein Bild, das Gras, draußen, Himmel, Fel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4917864" name="Grafik 1" descr="Ein Bild, das Gras, draußen, Himmel, Feld enthält.&#10;&#10;KI-generierte Inhalte können fehlerhaft sein."/>
                    <pic:cNvPicPr/>
                  </pic:nvPicPr>
                  <pic:blipFill>
                    <a:blip r:embed="rId7" cstate="print">
                      <a:extLst>
                        <a:ext uri="{28A0092B-C50C-407E-A947-70E740481C1C}">
                          <a14:useLocalDpi xmlns:a14="http://schemas.microsoft.com/office/drawing/2010/main"/>
                        </a:ext>
                      </a:extLst>
                    </a:blip>
                    <a:stretch>
                      <a:fillRect/>
                    </a:stretch>
                  </pic:blipFill>
                  <pic:spPr>
                    <a:xfrm>
                      <a:off x="0" y="0"/>
                      <a:ext cx="3600000" cy="2399338"/>
                    </a:xfrm>
                    <a:prstGeom prst="rect">
                      <a:avLst/>
                    </a:prstGeom>
                  </pic:spPr>
                </pic:pic>
              </a:graphicData>
            </a:graphic>
          </wp:inline>
        </w:drawing>
      </w:r>
    </w:p>
    <w:p w14:paraId="46A8FFE6" w14:textId="77777777" w:rsidR="00A86B20" w:rsidRDefault="00A86B20">
      <w:pPr>
        <w:rPr>
          <w:sz w:val="20"/>
          <w:szCs w:val="20"/>
          <w:lang w:val="en-US"/>
        </w:rPr>
      </w:pPr>
    </w:p>
    <w:p w14:paraId="2F5AABBC" w14:textId="25EACEEC" w:rsidR="00A86B20" w:rsidRPr="0069312A" w:rsidRDefault="00A86B20" w:rsidP="00A86B20">
      <w:pPr>
        <w:pStyle w:val="Textkrper2"/>
        <w:tabs>
          <w:tab w:val="left" w:pos="720"/>
          <w:tab w:val="left" w:pos="7200"/>
        </w:tabs>
        <w:ind w:right="1699"/>
        <w:rPr>
          <w:sz w:val="20"/>
          <w:szCs w:val="20"/>
          <w:lang w:val="en-US"/>
        </w:rPr>
      </w:pPr>
      <w:r w:rsidRPr="00DA0A3D">
        <w:rPr>
          <w:sz w:val="20"/>
          <w:szCs w:val="20"/>
          <w:lang w:val="en-US"/>
        </w:rPr>
        <w:t xml:space="preserve">Image </w:t>
      </w:r>
      <w:r>
        <w:rPr>
          <w:sz w:val="20"/>
          <w:szCs w:val="20"/>
          <w:lang w:val="en-US"/>
        </w:rPr>
        <w:t>2</w:t>
      </w:r>
      <w:r w:rsidRPr="00DA0A3D">
        <w:rPr>
          <w:sz w:val="20"/>
          <w:szCs w:val="20"/>
          <w:lang w:val="en-US"/>
        </w:rPr>
        <w:t xml:space="preserve">: </w:t>
      </w:r>
      <w:r w:rsidR="0069312A" w:rsidRPr="0069312A">
        <w:rPr>
          <w:sz w:val="20"/>
          <w:szCs w:val="20"/>
          <w:lang w:val="en-US"/>
        </w:rPr>
        <w:t>The first smart implements will be available for use with standard tractors in automated mode in the coming years to reduce driver strain when controlling implements.</w:t>
      </w:r>
    </w:p>
    <w:p w14:paraId="19C375BA" w14:textId="55F96E0B" w:rsidR="00A86B20" w:rsidRDefault="00A86B20" w:rsidP="00A86B20">
      <w:pPr>
        <w:pStyle w:val="Textkrper2"/>
        <w:tabs>
          <w:tab w:val="left" w:pos="720"/>
          <w:tab w:val="left" w:pos="7200"/>
        </w:tabs>
        <w:ind w:right="1699"/>
        <w:rPr>
          <w:sz w:val="20"/>
          <w:szCs w:val="20"/>
          <w:lang w:val="en-US"/>
        </w:rPr>
      </w:pPr>
      <w:r>
        <w:rPr>
          <w:noProof/>
          <w:sz w:val="20"/>
          <w:szCs w:val="20"/>
          <w:lang w:val="en-US"/>
        </w:rPr>
        <w:drawing>
          <wp:inline distT="0" distB="0" distL="0" distR="0" wp14:anchorId="5CFF6E57" wp14:editId="3083123E">
            <wp:extent cx="3600000" cy="2400132"/>
            <wp:effectExtent l="0" t="0" r="635" b="635"/>
            <wp:docPr id="2046463436" name="Grafik 2" descr="Ein Bild, das Gras, draußen, Landwirtschaft, Feldfruch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6463436" name="Grafik 2" descr="Ein Bild, das Gras, draußen, Landwirtschaft, Feldfrucht enthält.&#10;&#10;KI-generierte Inhalte können fehlerhaft sein."/>
                    <pic:cNvPicPr/>
                  </pic:nvPicPr>
                  <pic:blipFill>
                    <a:blip r:embed="rId8" cstate="print">
                      <a:extLst>
                        <a:ext uri="{28A0092B-C50C-407E-A947-70E740481C1C}">
                          <a14:useLocalDpi xmlns:a14="http://schemas.microsoft.com/office/drawing/2010/main"/>
                        </a:ext>
                      </a:extLst>
                    </a:blip>
                    <a:stretch>
                      <a:fillRect/>
                    </a:stretch>
                  </pic:blipFill>
                  <pic:spPr>
                    <a:xfrm>
                      <a:off x="0" y="0"/>
                      <a:ext cx="3600000" cy="2400132"/>
                    </a:xfrm>
                    <a:prstGeom prst="rect">
                      <a:avLst/>
                    </a:prstGeom>
                  </pic:spPr>
                </pic:pic>
              </a:graphicData>
            </a:graphic>
          </wp:inline>
        </w:drawing>
      </w:r>
    </w:p>
    <w:p w14:paraId="73570830" w14:textId="77777777" w:rsidR="0069312A" w:rsidRDefault="0069312A" w:rsidP="00A86B20">
      <w:pPr>
        <w:pStyle w:val="Textkrper2"/>
        <w:tabs>
          <w:tab w:val="left" w:pos="720"/>
          <w:tab w:val="left" w:pos="7200"/>
        </w:tabs>
        <w:ind w:right="1699"/>
        <w:rPr>
          <w:sz w:val="20"/>
          <w:szCs w:val="20"/>
          <w:lang w:val="en-US"/>
        </w:rPr>
      </w:pPr>
    </w:p>
    <w:p w14:paraId="26111C0A" w14:textId="77777777" w:rsidR="00D0428B" w:rsidRPr="00D0428B" w:rsidRDefault="0069312A" w:rsidP="00D0428B">
      <w:pPr>
        <w:rPr>
          <w:lang w:val="en-US"/>
        </w:rPr>
      </w:pPr>
      <w:r w:rsidRPr="0069312A">
        <w:rPr>
          <w:sz w:val="20"/>
          <w:szCs w:val="20"/>
          <w:lang w:val="en-US"/>
        </w:rPr>
        <w:t>Explanatory video of environment monitoring</w:t>
      </w:r>
      <w:r>
        <w:rPr>
          <w:sz w:val="20"/>
          <w:szCs w:val="20"/>
          <w:lang w:val="en-US"/>
        </w:rPr>
        <w:t xml:space="preserve">: </w:t>
      </w:r>
      <w:hyperlink r:id="rId9" w:history="1">
        <w:r w:rsidR="00D0428B" w:rsidRPr="00D0428B">
          <w:rPr>
            <w:rStyle w:val="Hyperlink"/>
            <w:lang w:val="en-US"/>
          </w:rPr>
          <w:t>https://youtu.be/aBBN2gUaq4g</w:t>
        </w:r>
      </w:hyperlink>
    </w:p>
    <w:p w14:paraId="1C6807F7" w14:textId="796D7775" w:rsidR="0069312A" w:rsidRPr="0069312A" w:rsidRDefault="0069312A" w:rsidP="0069312A">
      <w:pPr>
        <w:rPr>
          <w:sz w:val="20"/>
          <w:szCs w:val="20"/>
          <w:lang w:val="en-US"/>
        </w:rPr>
      </w:pPr>
    </w:p>
    <w:p w14:paraId="354CC4F3" w14:textId="77777777" w:rsidR="0069312A" w:rsidRDefault="0069312A" w:rsidP="00A86B20">
      <w:pPr>
        <w:pStyle w:val="Textkrper2"/>
        <w:tabs>
          <w:tab w:val="left" w:pos="720"/>
          <w:tab w:val="left" w:pos="7200"/>
        </w:tabs>
        <w:ind w:right="1699"/>
        <w:rPr>
          <w:sz w:val="20"/>
          <w:szCs w:val="20"/>
          <w:lang w:val="en-US"/>
        </w:rPr>
      </w:pPr>
    </w:p>
    <w:p w14:paraId="2BE94722" w14:textId="77777777" w:rsidR="00A86B20" w:rsidRDefault="00A86B20">
      <w:pPr>
        <w:rPr>
          <w:sz w:val="20"/>
          <w:szCs w:val="20"/>
          <w:lang w:val="en-US"/>
        </w:rPr>
      </w:pPr>
    </w:p>
    <w:p w14:paraId="450D3B67" w14:textId="77777777" w:rsidR="008A7023" w:rsidRPr="00593143" w:rsidRDefault="008A7023" w:rsidP="001F13F7">
      <w:pPr>
        <w:pStyle w:val="Textkrper2"/>
        <w:tabs>
          <w:tab w:val="left" w:pos="720"/>
          <w:tab w:val="left" w:pos="7200"/>
        </w:tabs>
        <w:ind w:right="1848"/>
        <w:rPr>
          <w:sz w:val="20"/>
          <w:szCs w:val="20"/>
          <w:lang w:val="en-US"/>
        </w:rPr>
      </w:pPr>
    </w:p>
    <w:sectPr w:rsidR="008A7023" w:rsidRPr="00593143" w:rsidSect="008A7023">
      <w:headerReference w:type="even" r:id="rId10"/>
      <w:footerReference w:type="default" r:id="rId11"/>
      <w:headerReference w:type="first" r:id="rId12"/>
      <w:footerReference w:type="first" r:id="rId13"/>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2BB4C3" w14:textId="77777777" w:rsidR="00715415" w:rsidRDefault="00715415">
      <w:r>
        <w:separator/>
      </w:r>
    </w:p>
  </w:endnote>
  <w:endnote w:type="continuationSeparator" w:id="0">
    <w:p w14:paraId="16B6BBB3" w14:textId="77777777" w:rsidR="00715415" w:rsidRDefault="00715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79D814" w14:textId="77777777" w:rsidR="00C63EC9" w:rsidRDefault="00C63EC9">
    <w:pPr>
      <w:pStyle w:val="Fuzeile"/>
      <w:rPr>
        <w:sz w:val="20"/>
      </w:rPr>
    </w:pPr>
  </w:p>
  <w:p w14:paraId="30635766" w14:textId="5A7F5FA1" w:rsidR="00C63EC9" w:rsidRDefault="00A86B20" w:rsidP="00912C49">
    <w:pPr>
      <w:pStyle w:val="Fuzeile"/>
      <w:rPr>
        <w:sz w:val="20"/>
      </w:rPr>
    </w:pPr>
    <w:r>
      <w:rPr>
        <w:sz w:val="20"/>
      </w:rPr>
      <w:tab/>
    </w:r>
    <w:r w:rsidR="00C63EC9">
      <w:rPr>
        <w:sz w:val="20"/>
      </w:rPr>
      <w:t xml:space="preserve"> </w:t>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sidR="00BA43D3">
      <w:rPr>
        <w:rStyle w:val="Seitenzahl"/>
        <w:noProof/>
      </w:rPr>
      <w:t>2</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sidR="00BA43D3">
      <w:rPr>
        <w:rStyle w:val="Seitenzahl"/>
        <w:noProof/>
      </w:rPr>
      <w:t>2</w:t>
    </w:r>
    <w:r w:rsidR="00785157">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381345" w14:textId="77777777" w:rsidR="00C63EC9" w:rsidRDefault="00C63EC9">
    <w:pPr>
      <w:pStyle w:val="Fuzeile"/>
      <w:rPr>
        <w:sz w:val="20"/>
      </w:rPr>
    </w:pPr>
  </w:p>
  <w:p w14:paraId="1747F870" w14:textId="0A16066A" w:rsidR="00C63EC9" w:rsidRDefault="00A86B20">
    <w:pPr>
      <w:pStyle w:val="Fuzeile"/>
      <w:rPr>
        <w:sz w:val="20"/>
      </w:rPr>
    </w:pPr>
    <w:r>
      <w:rPr>
        <w:sz w:val="20"/>
      </w:rPr>
      <w:tab/>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sidR="004E6A97">
      <w:rPr>
        <w:rStyle w:val="Seitenzahl"/>
        <w:noProof/>
      </w:rPr>
      <w:t>1</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sidR="004E6A97">
      <w:rPr>
        <w:rStyle w:val="Seitenzahl"/>
        <w:noProof/>
      </w:rPr>
      <w:t>1</w:t>
    </w:r>
    <w:r w:rsidR="00785157">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ACC273" w14:textId="77777777" w:rsidR="00715415" w:rsidRDefault="00715415">
      <w:r>
        <w:separator/>
      </w:r>
    </w:p>
  </w:footnote>
  <w:footnote w:type="continuationSeparator" w:id="0">
    <w:p w14:paraId="592033D3" w14:textId="77777777" w:rsidR="00715415" w:rsidRDefault="007154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E6A70" w14:textId="77777777" w:rsidR="00C63EC9" w:rsidRDefault="00785157">
    <w:pPr>
      <w:pStyle w:val="Kopfzeile"/>
      <w:framePr w:wrap="around" w:vAnchor="text" w:hAnchor="margin" w:xAlign="center" w:y="1"/>
      <w:rPr>
        <w:rStyle w:val="Seitenzahl"/>
      </w:rPr>
    </w:pPr>
    <w:r>
      <w:rPr>
        <w:rStyle w:val="Seitenzahl"/>
      </w:rPr>
      <w:fldChar w:fldCharType="begin"/>
    </w:r>
    <w:r w:rsidR="00C63EC9">
      <w:rPr>
        <w:rStyle w:val="Seitenzahl"/>
      </w:rPr>
      <w:instrText xml:space="preserve">PAGE  </w:instrText>
    </w:r>
    <w:r>
      <w:rPr>
        <w:rStyle w:val="Seitenzahl"/>
      </w:rPr>
      <w:fldChar w:fldCharType="end"/>
    </w:r>
  </w:p>
  <w:p w14:paraId="75F61DA1" w14:textId="77777777" w:rsidR="00C63EC9"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2C8C2" w14:textId="77777777" w:rsidR="00E83CBB" w:rsidRDefault="00E83CBB">
    <w:pPr>
      <w:pStyle w:val="Kopfzeile"/>
    </w:pPr>
  </w:p>
  <w:p w14:paraId="000CA434" w14:textId="53CFF087" w:rsidR="00E83CBB" w:rsidRDefault="00E83CBB">
    <w:pPr>
      <w:pStyle w:val="Kopfzeile"/>
    </w:pPr>
  </w:p>
  <w:p w14:paraId="00041DAF" w14:textId="59650C45" w:rsidR="00E83CBB" w:rsidRDefault="007D2975" w:rsidP="00E83CBB">
    <w:pPr>
      <w:pStyle w:val="Kopfzeile"/>
      <w:jc w:val="right"/>
      <w:rPr>
        <w:b/>
      </w:rPr>
    </w:pPr>
    <w:r>
      <w:rPr>
        <w:noProof/>
      </w:rPr>
      <mc:AlternateContent>
        <mc:Choice Requires="wpg">
          <w:drawing>
            <wp:anchor distT="0" distB="0" distL="114300" distR="114300" simplePos="0" relativeHeight="251659264" behindDoc="0" locked="0" layoutInCell="1" allowOverlap="1" wp14:anchorId="1494880A" wp14:editId="21339A5D">
              <wp:simplePos x="0" y="0"/>
              <wp:positionH relativeFrom="column">
                <wp:posOffset>0</wp:posOffset>
              </wp:positionH>
              <wp:positionV relativeFrom="paragraph">
                <wp:posOffset>161290</wp:posOffset>
              </wp:positionV>
              <wp:extent cx="5746750" cy="503555"/>
              <wp:effectExtent l="0" t="0" r="6350" b="0"/>
              <wp:wrapSquare wrapText="bothSides"/>
              <wp:docPr id="262760163" name="Gruppieren 1"/>
              <wp:cNvGraphicFramePr/>
              <a:graphic xmlns:a="http://schemas.openxmlformats.org/drawingml/2006/main">
                <a:graphicData uri="http://schemas.microsoft.com/office/word/2010/wordprocessingGroup">
                  <wpg:wgp>
                    <wpg:cNvGrpSpPr/>
                    <wpg:grpSpPr>
                      <a:xfrm>
                        <a:off x="0" y="0"/>
                        <a:ext cx="5746750" cy="503555"/>
                        <a:chOff x="0" y="0"/>
                        <a:chExt cx="5746750" cy="503555"/>
                      </a:xfrm>
                    </wpg:grpSpPr>
                    <pic:pic xmlns:pic="http://schemas.openxmlformats.org/drawingml/2006/picture">
                      <pic:nvPicPr>
                        <pic:cNvPr id="1108493703" name="Grafik 1" descr="Ein Bild, das Schrift, Grafiken, Logo, Grafikdesign enthält.&#10;&#10;KI-generierte Inhalte können fehlerhaft sein."/>
                        <pic:cNvPicPr>
                          <a:picLocks noChangeAspect="1"/>
                        </pic:cNvPicPr>
                      </pic:nvPicPr>
                      <pic:blipFill>
                        <a:blip r:embed="rId1" cstate="print">
                          <a:extLst>
                            <a:ext uri="{28A0092B-C50C-407E-A947-70E740481C1C}">
                              <a14:useLocalDpi xmlns:a14="http://schemas.microsoft.com/office/drawing/2010/main"/>
                            </a:ext>
                          </a:extLst>
                        </a:blip>
                        <a:stretch>
                          <a:fillRect/>
                        </a:stretch>
                      </pic:blipFill>
                      <pic:spPr>
                        <a:xfrm>
                          <a:off x="3848100" y="28575"/>
                          <a:ext cx="1898650" cy="359410"/>
                        </a:xfrm>
                        <a:prstGeom prst="rect">
                          <a:avLst/>
                        </a:prstGeom>
                      </pic:spPr>
                    </pic:pic>
                    <pic:pic xmlns:pic="http://schemas.openxmlformats.org/drawingml/2006/picture">
                      <pic:nvPicPr>
                        <pic:cNvPr id="2028249963" name="Grafik 1" descr="Ein Bild, das Schrift, Grafiken, Logo, Grafikdesign enthält.&#10;&#10;Automatisch generierte Beschreibung"/>
                        <pic:cNvPicPr>
                          <a:picLocks noChangeAspect="1"/>
                        </pic:cNvPicPr>
                      </pic:nvPicPr>
                      <pic:blipFill rotWithShape="1">
                        <a:blip r:embed="rId2" cstate="print">
                          <a:extLst>
                            <a:ext uri="{28A0092B-C50C-407E-A947-70E740481C1C}">
                              <a14:useLocalDpi xmlns:a14="http://schemas.microsoft.com/office/drawing/2010/main"/>
                            </a:ext>
                          </a:extLst>
                        </a:blip>
                        <a:srcRect/>
                        <a:stretch>
                          <a:fillRect/>
                        </a:stretch>
                      </pic:blipFill>
                      <pic:spPr bwMode="auto">
                        <a:xfrm>
                          <a:off x="0" y="0"/>
                          <a:ext cx="2124075" cy="33337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549501712" name="Grafik 2" descr="Ein Bild, das Schrift, Logo, Grafiken, Symbol enthält.&#10;&#10;Automatisch generierte Beschreibung"/>
                        <pic:cNvPicPr>
                          <a:picLocks noChangeAspect="1"/>
                        </pic:cNvPicPr>
                      </pic:nvPicPr>
                      <pic:blipFill>
                        <a:blip r:embed="rId3" cstate="print">
                          <a:extLst>
                            <a:ext uri="{28A0092B-C50C-407E-A947-70E740481C1C}">
                              <a14:useLocalDpi xmlns:a14="http://schemas.microsoft.com/office/drawing/2010/main"/>
                            </a:ext>
                          </a:extLst>
                        </a:blip>
                        <a:stretch>
                          <a:fillRect/>
                        </a:stretch>
                      </pic:blipFill>
                      <pic:spPr>
                        <a:xfrm>
                          <a:off x="2238375" y="0"/>
                          <a:ext cx="1455420" cy="503555"/>
                        </a:xfrm>
                        <a:prstGeom prst="rect">
                          <a:avLst/>
                        </a:prstGeom>
                      </pic:spPr>
                    </pic:pic>
                  </wpg:wgp>
                </a:graphicData>
              </a:graphic>
            </wp:anchor>
          </w:drawing>
        </mc:Choice>
        <mc:Fallback>
          <w:pict>
            <v:group w14:anchorId="015E0B52" id="Gruppieren 1" o:spid="_x0000_s1026" style="position:absolute;margin-left:0;margin-top:12.7pt;width:452.5pt;height:39.65pt;z-index:251659264" coordsize="57467,5035" o:gfxdata="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27" type="#_x0000_t75" alt="Ein Bild, das Schrift, Grafiken, Logo, Grafikdesign enthält.&#10;&#10;KI-generierte Inhalte können fehlerhaft sein." style="position:absolute;left:38481;top:285;width:18986;height:35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">
                <v:imagedata r:id="rId4" o:title="Ein Bild, das Schrift, Grafiken, Logo, Grafikdesign enthält.&#10;&#10;KI-generierte Inhalte können fehlerhaft sein"/>
              </v:shape>
              <v:shape id="Grafik 1" o:spid="_x0000_s1028" type="#_x0000_t75" alt="Ein Bild, das Schrift, Grafiken, Logo, Grafikdesign enthält.&#10;&#10;Automatisch generierte Beschreibung" style="position:absolute;width:21240;height:33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">
                <v:imagedata r:id="rId5" o:title="Ein Bild, das Schrift, Grafiken, Logo, Grafikdesign enthält"/>
              </v:shape>
              <v:shape id="Grafik 2" o:spid="_x0000_s1029" type="#_x0000_t75" alt="Ein Bild, das Schrift, Logo, Grafiken, Symbol enthält.&#10;&#10;Automatisch generierte Beschreibung" style="position:absolute;left:22383;width:14554;height:50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">
                <v:imagedata r:id="rId6" o:title="Ein Bild, das Schrift, Logo, Grafiken, Symbol enthält"/>
              </v:shape>
              <w10:wrap type="square"/>
            </v:group>
          </w:pict>
        </mc:Fallback>
      </mc:AlternateContent>
    </w:r>
  </w:p>
  <w:p w14:paraId="38F37E4B" w14:textId="77777777" w:rsidR="008A7023" w:rsidRDefault="008A7023" w:rsidP="00E83CBB">
    <w:pPr>
      <w:pStyle w:val="Kopfzeile"/>
      <w:jc w:val="right"/>
      <w:rPr>
        <w:b/>
        <w:sz w:val="32"/>
        <w:szCs w:val="32"/>
      </w:rPr>
    </w:pPr>
  </w:p>
  <w:p w14:paraId="7040E1D2" w14:textId="77777777" w:rsidR="005A4985" w:rsidRPr="00A86B20" w:rsidRDefault="00A2303A" w:rsidP="00587AE8">
    <w:pPr>
      <w:pStyle w:val="Kopfzeile"/>
      <w:rPr>
        <w:lang w:val="en-US"/>
      </w:rPr>
    </w:pPr>
    <w:r w:rsidRPr="00A86B20">
      <w:rPr>
        <w:b/>
        <w:sz w:val="32"/>
        <w:szCs w:val="32"/>
        <w:lang w:val="en-US"/>
      </w:rPr>
      <w:t>Press Release</w:t>
    </w:r>
    <w:r w:rsidR="00E83CBB" w:rsidRPr="00A86B20">
      <w:rPr>
        <w:lang w:val="en-US"/>
      </w:rPr>
      <w:tab/>
    </w:r>
    <w:r w:rsidR="00E83CBB" w:rsidRPr="00A86B20">
      <w:rPr>
        <w:lang w:val="en-US"/>
      </w:rPr>
      <w:tab/>
      <w:t xml:space="preserve"> </w:t>
    </w:r>
  </w:p>
  <w:p w14:paraId="04243259" w14:textId="7E1632A0" w:rsidR="00E83CBB" w:rsidRPr="00A86B20" w:rsidRDefault="00E83CBB" w:rsidP="00E83CBB">
    <w:pPr>
      <w:pStyle w:val="Kopfzeile"/>
      <w:jc w:val="right"/>
      <w:rPr>
        <w:lang w:val="en-US"/>
      </w:rPr>
    </w:pPr>
    <w:r w:rsidRPr="00A86B20">
      <w:rPr>
        <w:lang w:val="en-US"/>
      </w:rPr>
      <w:t>Alpen</w:t>
    </w:r>
    <w:r w:rsidR="0069312A">
      <w:rPr>
        <w:lang w:val="en-US"/>
      </w:rPr>
      <w:t xml:space="preserve"> and </w:t>
    </w:r>
    <w:proofErr w:type="spellStart"/>
    <w:r w:rsidR="00A86B20" w:rsidRPr="00A86B20">
      <w:rPr>
        <w:lang w:val="en-US"/>
      </w:rPr>
      <w:t>Spelle</w:t>
    </w:r>
    <w:proofErr w:type="spellEnd"/>
    <w:r w:rsidRPr="00A86B20">
      <w:rPr>
        <w:lang w:val="en-US"/>
      </w:rPr>
      <w:t xml:space="preserve">, </w:t>
    </w:r>
    <w:r w:rsidR="00A86B20">
      <w:rPr>
        <w:lang w:val="en-US"/>
      </w:rPr>
      <w:t>September</w:t>
    </w:r>
    <w:r w:rsidR="005E1EE0" w:rsidRPr="00A86B20">
      <w:rPr>
        <w:lang w:val="en-US"/>
      </w:rPr>
      <w:t xml:space="preserve"> </w:t>
    </w:r>
    <w:r w:rsidRPr="00A86B20">
      <w:rPr>
        <w:lang w:val="en-US"/>
      </w:rPr>
      <w:t>20</w:t>
    </w:r>
    <w:r w:rsidR="004B09E2" w:rsidRPr="00A86B20">
      <w:rPr>
        <w:lang w:val="en-US"/>
      </w:rPr>
      <w:t>2</w:t>
    </w:r>
    <w:r w:rsidR="00E94A2A" w:rsidRPr="00A86B20">
      <w:rPr>
        <w:lang w:val="en-US"/>
      </w:rPr>
      <w:t>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C4"/>
    <w:rsid w:val="00004C82"/>
    <w:rsid w:val="00015E5E"/>
    <w:rsid w:val="000164EB"/>
    <w:rsid w:val="00021A5B"/>
    <w:rsid w:val="00041178"/>
    <w:rsid w:val="000420BF"/>
    <w:rsid w:val="000517AD"/>
    <w:rsid w:val="000536FB"/>
    <w:rsid w:val="00057641"/>
    <w:rsid w:val="00077B84"/>
    <w:rsid w:val="00091FD8"/>
    <w:rsid w:val="000D1D67"/>
    <w:rsid w:val="000D36F4"/>
    <w:rsid w:val="000F7823"/>
    <w:rsid w:val="001162C6"/>
    <w:rsid w:val="001206DC"/>
    <w:rsid w:val="001245C8"/>
    <w:rsid w:val="00135436"/>
    <w:rsid w:val="00150F3E"/>
    <w:rsid w:val="00156D6F"/>
    <w:rsid w:val="0015756F"/>
    <w:rsid w:val="00157A36"/>
    <w:rsid w:val="00192E77"/>
    <w:rsid w:val="00195CA7"/>
    <w:rsid w:val="001B112A"/>
    <w:rsid w:val="001B1792"/>
    <w:rsid w:val="001D04CA"/>
    <w:rsid w:val="001D347D"/>
    <w:rsid w:val="001F13F7"/>
    <w:rsid w:val="00202A78"/>
    <w:rsid w:val="00203353"/>
    <w:rsid w:val="002033C6"/>
    <w:rsid w:val="002046A9"/>
    <w:rsid w:val="00225F31"/>
    <w:rsid w:val="00234E63"/>
    <w:rsid w:val="0024407C"/>
    <w:rsid w:val="00246BF4"/>
    <w:rsid w:val="00261B9C"/>
    <w:rsid w:val="002718A9"/>
    <w:rsid w:val="00276E3B"/>
    <w:rsid w:val="002775AC"/>
    <w:rsid w:val="00294BC3"/>
    <w:rsid w:val="00297844"/>
    <w:rsid w:val="002A0C42"/>
    <w:rsid w:val="002A5BD4"/>
    <w:rsid w:val="002B4A05"/>
    <w:rsid w:val="002C0B0D"/>
    <w:rsid w:val="002C4813"/>
    <w:rsid w:val="002D11E1"/>
    <w:rsid w:val="002F7D3E"/>
    <w:rsid w:val="00320DC7"/>
    <w:rsid w:val="00342678"/>
    <w:rsid w:val="003444F6"/>
    <w:rsid w:val="00344975"/>
    <w:rsid w:val="003641ED"/>
    <w:rsid w:val="00372E43"/>
    <w:rsid w:val="0037415C"/>
    <w:rsid w:val="00382CC3"/>
    <w:rsid w:val="003B0DB8"/>
    <w:rsid w:val="003B0EC1"/>
    <w:rsid w:val="003B57EC"/>
    <w:rsid w:val="003C40C3"/>
    <w:rsid w:val="003D0269"/>
    <w:rsid w:val="0044035F"/>
    <w:rsid w:val="004632EB"/>
    <w:rsid w:val="00464588"/>
    <w:rsid w:val="00494FE7"/>
    <w:rsid w:val="004A083E"/>
    <w:rsid w:val="004A1D81"/>
    <w:rsid w:val="004A4F05"/>
    <w:rsid w:val="004A5596"/>
    <w:rsid w:val="004B09E2"/>
    <w:rsid w:val="004B7DD0"/>
    <w:rsid w:val="004C5215"/>
    <w:rsid w:val="004C5543"/>
    <w:rsid w:val="004D316F"/>
    <w:rsid w:val="004D4B93"/>
    <w:rsid w:val="004D7CBB"/>
    <w:rsid w:val="004E3409"/>
    <w:rsid w:val="004E6A97"/>
    <w:rsid w:val="004E6B3C"/>
    <w:rsid w:val="004F112B"/>
    <w:rsid w:val="004F3150"/>
    <w:rsid w:val="00506F02"/>
    <w:rsid w:val="00523987"/>
    <w:rsid w:val="0053594A"/>
    <w:rsid w:val="00536C62"/>
    <w:rsid w:val="00543685"/>
    <w:rsid w:val="00563543"/>
    <w:rsid w:val="00563B2A"/>
    <w:rsid w:val="00570705"/>
    <w:rsid w:val="0057694A"/>
    <w:rsid w:val="00587AE8"/>
    <w:rsid w:val="00587BDE"/>
    <w:rsid w:val="00590825"/>
    <w:rsid w:val="00593143"/>
    <w:rsid w:val="0059685D"/>
    <w:rsid w:val="005A35B4"/>
    <w:rsid w:val="005A4985"/>
    <w:rsid w:val="005A5776"/>
    <w:rsid w:val="005B12A3"/>
    <w:rsid w:val="005B1918"/>
    <w:rsid w:val="005B1A62"/>
    <w:rsid w:val="005B3274"/>
    <w:rsid w:val="005D43CE"/>
    <w:rsid w:val="005E1EE0"/>
    <w:rsid w:val="005E1F31"/>
    <w:rsid w:val="005E4024"/>
    <w:rsid w:val="0060105B"/>
    <w:rsid w:val="00605437"/>
    <w:rsid w:val="00614296"/>
    <w:rsid w:val="00620E9A"/>
    <w:rsid w:val="00646F26"/>
    <w:rsid w:val="00656F0F"/>
    <w:rsid w:val="006620A7"/>
    <w:rsid w:val="00683B19"/>
    <w:rsid w:val="00686320"/>
    <w:rsid w:val="0069312A"/>
    <w:rsid w:val="006B3B3C"/>
    <w:rsid w:val="006B3C8F"/>
    <w:rsid w:val="006C0FD9"/>
    <w:rsid w:val="006C1C19"/>
    <w:rsid w:val="006F54A5"/>
    <w:rsid w:val="006F754F"/>
    <w:rsid w:val="0071016A"/>
    <w:rsid w:val="00710650"/>
    <w:rsid w:val="00711B24"/>
    <w:rsid w:val="00712EC7"/>
    <w:rsid w:val="007150BC"/>
    <w:rsid w:val="00715415"/>
    <w:rsid w:val="0072123B"/>
    <w:rsid w:val="00747BCF"/>
    <w:rsid w:val="007773E3"/>
    <w:rsid w:val="007816E6"/>
    <w:rsid w:val="00785157"/>
    <w:rsid w:val="007A3EDF"/>
    <w:rsid w:val="007D13C5"/>
    <w:rsid w:val="007D2975"/>
    <w:rsid w:val="007D422B"/>
    <w:rsid w:val="007E06E2"/>
    <w:rsid w:val="007E28F5"/>
    <w:rsid w:val="007E6E22"/>
    <w:rsid w:val="0080546E"/>
    <w:rsid w:val="00806B8C"/>
    <w:rsid w:val="00807BB1"/>
    <w:rsid w:val="0081648C"/>
    <w:rsid w:val="00834DE1"/>
    <w:rsid w:val="008414E3"/>
    <w:rsid w:val="0084541C"/>
    <w:rsid w:val="008568E5"/>
    <w:rsid w:val="00860A26"/>
    <w:rsid w:val="00870611"/>
    <w:rsid w:val="008710F8"/>
    <w:rsid w:val="00871E65"/>
    <w:rsid w:val="008818CB"/>
    <w:rsid w:val="0089279F"/>
    <w:rsid w:val="008A6EFC"/>
    <w:rsid w:val="008A7023"/>
    <w:rsid w:val="008B05C6"/>
    <w:rsid w:val="008B1F2B"/>
    <w:rsid w:val="008C3B58"/>
    <w:rsid w:val="008D271E"/>
    <w:rsid w:val="008D71A6"/>
    <w:rsid w:val="008E2C03"/>
    <w:rsid w:val="008F150B"/>
    <w:rsid w:val="00906ABE"/>
    <w:rsid w:val="00912C49"/>
    <w:rsid w:val="00917986"/>
    <w:rsid w:val="00933BE7"/>
    <w:rsid w:val="00942782"/>
    <w:rsid w:val="009553A7"/>
    <w:rsid w:val="0096335D"/>
    <w:rsid w:val="00972C4D"/>
    <w:rsid w:val="00973EDE"/>
    <w:rsid w:val="009838F0"/>
    <w:rsid w:val="009864C1"/>
    <w:rsid w:val="00992816"/>
    <w:rsid w:val="009A61F5"/>
    <w:rsid w:val="009B1351"/>
    <w:rsid w:val="009B1913"/>
    <w:rsid w:val="00A035AC"/>
    <w:rsid w:val="00A2303A"/>
    <w:rsid w:val="00A343C7"/>
    <w:rsid w:val="00A46F69"/>
    <w:rsid w:val="00A72E7E"/>
    <w:rsid w:val="00A82D37"/>
    <w:rsid w:val="00A855FF"/>
    <w:rsid w:val="00A86B20"/>
    <w:rsid w:val="00A951B8"/>
    <w:rsid w:val="00AA09C4"/>
    <w:rsid w:val="00AD51FB"/>
    <w:rsid w:val="00AD55B4"/>
    <w:rsid w:val="00AD651E"/>
    <w:rsid w:val="00AD7DC2"/>
    <w:rsid w:val="00AF1E45"/>
    <w:rsid w:val="00AF2660"/>
    <w:rsid w:val="00B15D31"/>
    <w:rsid w:val="00B331CC"/>
    <w:rsid w:val="00B343BE"/>
    <w:rsid w:val="00B3574B"/>
    <w:rsid w:val="00B61734"/>
    <w:rsid w:val="00BA0D06"/>
    <w:rsid w:val="00BA43D3"/>
    <w:rsid w:val="00BB122E"/>
    <w:rsid w:val="00BF5878"/>
    <w:rsid w:val="00C05D0B"/>
    <w:rsid w:val="00C114A2"/>
    <w:rsid w:val="00C20AD6"/>
    <w:rsid w:val="00C23D8E"/>
    <w:rsid w:val="00C30AB6"/>
    <w:rsid w:val="00C4432E"/>
    <w:rsid w:val="00C46CC8"/>
    <w:rsid w:val="00C537F4"/>
    <w:rsid w:val="00C55560"/>
    <w:rsid w:val="00C56E6C"/>
    <w:rsid w:val="00C63EC9"/>
    <w:rsid w:val="00C72F04"/>
    <w:rsid w:val="00C761B6"/>
    <w:rsid w:val="00C83233"/>
    <w:rsid w:val="00C8677B"/>
    <w:rsid w:val="00C961F4"/>
    <w:rsid w:val="00CA5001"/>
    <w:rsid w:val="00CB5D32"/>
    <w:rsid w:val="00CD4F46"/>
    <w:rsid w:val="00CF075E"/>
    <w:rsid w:val="00D0428B"/>
    <w:rsid w:val="00D27B99"/>
    <w:rsid w:val="00D44EA0"/>
    <w:rsid w:val="00D45E29"/>
    <w:rsid w:val="00D50DAB"/>
    <w:rsid w:val="00D54775"/>
    <w:rsid w:val="00D71AC8"/>
    <w:rsid w:val="00DB6559"/>
    <w:rsid w:val="00DB70B9"/>
    <w:rsid w:val="00DC36CF"/>
    <w:rsid w:val="00DE702A"/>
    <w:rsid w:val="00DF2AFB"/>
    <w:rsid w:val="00DF75AC"/>
    <w:rsid w:val="00E00515"/>
    <w:rsid w:val="00E01DAC"/>
    <w:rsid w:val="00E104E4"/>
    <w:rsid w:val="00E1583E"/>
    <w:rsid w:val="00E30F7E"/>
    <w:rsid w:val="00E4033F"/>
    <w:rsid w:val="00E43DAF"/>
    <w:rsid w:val="00E5127F"/>
    <w:rsid w:val="00E6032D"/>
    <w:rsid w:val="00E60B2E"/>
    <w:rsid w:val="00E662F2"/>
    <w:rsid w:val="00E71349"/>
    <w:rsid w:val="00E83CBB"/>
    <w:rsid w:val="00E94A2A"/>
    <w:rsid w:val="00E95A59"/>
    <w:rsid w:val="00EC0405"/>
    <w:rsid w:val="00EC2B74"/>
    <w:rsid w:val="00ED1A44"/>
    <w:rsid w:val="00ED3628"/>
    <w:rsid w:val="00ED718D"/>
    <w:rsid w:val="00EF5C3D"/>
    <w:rsid w:val="00F24653"/>
    <w:rsid w:val="00F41231"/>
    <w:rsid w:val="00F769F1"/>
    <w:rsid w:val="00F9506A"/>
    <w:rsid w:val="00FB22F1"/>
    <w:rsid w:val="00FB48CF"/>
    <w:rsid w:val="00FC3AA4"/>
    <w:rsid w:val="00FD2177"/>
    <w:rsid w:val="00FD7270"/>
    <w:rsid w:val="00FE517A"/>
    <w:rsid w:val="00FE7603"/>
    <w:rsid w:val="00FF75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545"/>
    <o:shapelayout v:ext="edit">
      <o:idmap v:ext="edit" data="1"/>
    </o:shapelayout>
  </w:shapeDefaults>
  <w:decimalSymbol w:val=","/>
  <w:listSeparator w:val=";"/>
  <w14:docId w14:val="62C69D2E"/>
  <w15:docId w15:val="{C323575F-E99A-481D-A3C5-B867EDC57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uiPriority w:val="99"/>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uiPriority w:val="99"/>
    <w:rsid w:val="00A035AC"/>
    <w:pPr>
      <w:spacing w:line="360" w:lineRule="auto"/>
      <w:ind w:right="2209"/>
      <w:jc w:val="both"/>
    </w:pPr>
  </w:style>
  <w:style w:type="character" w:customStyle="1" w:styleId="Textkrper2Zchn">
    <w:name w:val="Textkörper 2 Zchn"/>
    <w:basedOn w:val="Absatz-Standardschriftart"/>
    <w:link w:val="Textkrper2"/>
    <w:uiPriority w:val="99"/>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 w:type="character" w:styleId="NichtaufgelsteErwhnung">
    <w:name w:val="Unresolved Mention"/>
    <w:basedOn w:val="Absatz-Standardschriftart"/>
    <w:uiPriority w:val="99"/>
    <w:semiHidden/>
    <w:unhideWhenUsed/>
    <w:rsid w:val="00A86B20"/>
    <w:rPr>
      <w:color w:val="605E5C"/>
      <w:shd w:val="clear" w:color="auto" w:fill="E1DFDD"/>
    </w:rPr>
  </w:style>
  <w:style w:type="paragraph" w:styleId="berarbeitung">
    <w:name w:val="Revision"/>
    <w:hidden/>
    <w:uiPriority w:val="99"/>
    <w:semiHidden/>
    <w:rsid w:val="000164EB"/>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youtu.be/aBBN2gUaq4g"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png"/><Relationship Id="rId1" Type="http://schemas.openxmlformats.org/officeDocument/2006/relationships/image" Target="media/image3.tiff"/><Relationship Id="rId6" Type="http://schemas.openxmlformats.org/officeDocument/2006/relationships/image" Target="media/image8.jpeg"/><Relationship Id="rId5" Type="http://schemas.openxmlformats.org/officeDocument/2006/relationships/image" Target="media/image7.png"/><Relationship Id="rId4"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A4A14D-2593-4751-B41D-4B4850C0C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Template>
  <TotalTime>0</TotalTime>
  <Pages>4</Pages>
  <Words>814</Words>
  <Characters>4735</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5538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LEMKEN</dc:creator>
  <cp:lastModifiedBy>Fischer, Katrin</cp:lastModifiedBy>
  <cp:revision>15</cp:revision>
  <cp:lastPrinted>2025-09-15T05:46:00Z</cp:lastPrinted>
  <dcterms:created xsi:type="dcterms:W3CDTF">2024-02-29T15:08:00Z</dcterms:created>
  <dcterms:modified xsi:type="dcterms:W3CDTF">2025-09-15T05:46:00Z</dcterms:modified>
</cp:coreProperties>
</file>